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169E" w:rsidP="00F90F95">
      <w:pPr>
        <w:pStyle w:val="Heading1"/>
        <w:rPr>
          <w:sz w:val="36"/>
          <w:szCs w:val="36"/>
        </w:rPr>
      </w:pPr>
      <w:r w:rsidRPr="005A169E">
        <w:rPr>
          <w:sz w:val="36"/>
          <w:szCs w:val="36"/>
        </w:rPr>
        <w:t>PERFORMANCE AND DEVELOPMENT PLAN AND REVIEW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Employee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Length of time in 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945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time with the organisation</w:t>
            </w:r>
          </w:p>
        </w:tc>
        <w:tc>
          <w:tcPr>
            <w:tcW w:w="5849" w:type="dxa"/>
          </w:tcPr>
          <w:p w:rsidR="00495C4D" w:rsidRDefault="00495C4D" w:rsidP="00495C4D"/>
        </w:tc>
      </w:tr>
      <w:tr w:rsidR="005E126E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Sup</w:t>
            </w:r>
            <w:r w:rsidR="002608EB">
              <w:rPr>
                <w:b/>
              </w:rPr>
              <w:t xml:space="preserve">ervisor </w:t>
            </w:r>
          </w:p>
        </w:tc>
        <w:tc>
          <w:tcPr>
            <w:tcW w:w="5849" w:type="dxa"/>
          </w:tcPr>
          <w:p w:rsidR="005E126E" w:rsidRDefault="005E126E" w:rsidP="00495C4D"/>
        </w:tc>
      </w:tr>
      <w:tr w:rsidR="005E126E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2608EB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5849" w:type="dxa"/>
          </w:tcPr>
          <w:p w:rsidR="005E126E" w:rsidRDefault="005E126E" w:rsidP="00495C4D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2608EB" w:rsidP="00281570">
            <w:pPr>
              <w:jc w:val="left"/>
              <w:rPr>
                <w:b/>
              </w:rPr>
            </w:pPr>
            <w:r>
              <w:rPr>
                <w:b/>
              </w:rPr>
              <w:t>Meeting date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812" w:type="dxa"/>
          </w:tcPr>
          <w:p w:rsidR="009B4F38" w:rsidRPr="00F9329A" w:rsidRDefault="009B4F38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DA6570" w:rsidP="00281570">
            <w:pPr>
              <w:jc w:val="left"/>
              <w:rPr>
                <w:b/>
              </w:rPr>
            </w:pPr>
            <w:r>
              <w:rPr>
                <w:b/>
              </w:rPr>
              <w:t>Meeting type</w:t>
            </w:r>
            <w:r w:rsidR="00281570" w:rsidRPr="00281570">
              <w:rPr>
                <w:b/>
              </w:rPr>
              <w:tab/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2608EB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Qualification period review</w:t>
            </w:r>
          </w:p>
          <w:p w:rsidR="009B4F38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Performance and development planning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Performance review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Annual review</w:t>
            </w:r>
          </w:p>
          <w:p w:rsidR="002608EB" w:rsidRPr="00F9329A" w:rsidRDefault="002608EB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9B4F38" w:rsidRDefault="00D462B0" w:rsidP="00B45628">
            <w:pPr>
              <w:jc w:val="left"/>
              <w:rPr>
                <w:b/>
              </w:rPr>
            </w:pPr>
            <w:r>
              <w:rPr>
                <w:b/>
              </w:rPr>
              <w:t>Current plan develop</w:t>
            </w:r>
          </w:p>
          <w:p w:rsidR="00281570" w:rsidRPr="00495C4D" w:rsidRDefault="00281570" w:rsidP="00B45628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9B4F38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9B4F38" w:rsidRDefault="009B4F38" w:rsidP="002031CF"/>
    <w:p w:rsidR="00D462B0" w:rsidRDefault="00D462B0" w:rsidP="002031CF"/>
    <w:p w:rsidR="00B37442" w:rsidRPr="00B37442" w:rsidRDefault="00B37442" w:rsidP="00B37442">
      <w:pPr>
        <w:rPr>
          <w:b/>
        </w:rPr>
      </w:pPr>
      <w:r w:rsidRPr="00B37442">
        <w:rPr>
          <w:b/>
        </w:rPr>
        <w:t xml:space="preserve">Performance </w:t>
      </w:r>
      <w:r w:rsidR="00531C48">
        <w:rPr>
          <w:b/>
        </w:rPr>
        <w:t xml:space="preserve">assessment </w:t>
      </w:r>
      <w:r w:rsidRPr="00B37442">
        <w:rPr>
          <w:b/>
        </w:rPr>
        <w:t>ratings</w:t>
      </w:r>
    </w:p>
    <w:p w:rsidR="00B37442" w:rsidRDefault="00B37442" w:rsidP="00B3744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15"/>
        <w:gridCol w:w="8074"/>
      </w:tblGrid>
      <w:tr w:rsidR="00B37442" w:rsidRPr="00B37442" w:rsidTr="00B37442">
        <w:trPr>
          <w:trHeight w:val="963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5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Consistently exceeds performance expectation and requirement of role, and contributes to raising the standards, profile and/or sustainability of the organisation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4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 and exceed expectation and requirement of role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3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</w:t>
            </w:r>
          </w:p>
        </w:tc>
      </w:tr>
      <w:tr w:rsidR="00B37442" w:rsidRPr="00B37442" w:rsidTr="00B37442">
        <w:trPr>
          <w:trHeight w:val="499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2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partially met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1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not met</w:t>
            </w:r>
          </w:p>
        </w:tc>
      </w:tr>
    </w:tbl>
    <w:p w:rsidR="00D462B0" w:rsidRDefault="00D462B0" w:rsidP="002031CF"/>
    <w:p w:rsidR="00B37442" w:rsidRDefault="00B37442" w:rsidP="002031CF"/>
    <w:p w:rsidR="0081610F" w:rsidRDefault="0081610F" w:rsidP="002031CF"/>
    <w:p w:rsidR="0081610F" w:rsidRDefault="0081610F" w:rsidP="0081610F">
      <w:pPr>
        <w:pStyle w:val="Heading2"/>
      </w:pPr>
    </w:p>
    <w:p w:rsidR="0081610F" w:rsidRDefault="0081610F" w:rsidP="0081610F">
      <w:pPr>
        <w:pStyle w:val="Heading2"/>
      </w:pPr>
      <w:r>
        <w:t xml:space="preserve">SECTION 1. PERFORMANCE INDICATORS </w:t>
      </w:r>
    </w:p>
    <w:p w:rsidR="0081610F" w:rsidRDefault="0081610F" w:rsidP="002031CF"/>
    <w:p w:rsidR="0081610F" w:rsidRDefault="0081610F" w:rsidP="002031CF">
      <w:r w:rsidRPr="0081610F">
        <w:t>Insert functions areas and performance indicators as per position description.</w:t>
      </w:r>
    </w:p>
    <w:p w:rsidR="00E67649" w:rsidRDefault="00E6764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6237"/>
      </w:tblGrid>
      <w:tr w:rsidR="004E77C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4E77CF" w:rsidRPr="004E77CF" w:rsidRDefault="004E77CF" w:rsidP="004E77CF">
            <w:pPr>
              <w:rPr>
                <w:lang w:val="en-AU"/>
              </w:rPr>
            </w:pPr>
          </w:p>
          <w:p w:rsidR="00E67649" w:rsidRDefault="00E67649" w:rsidP="00960F28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EXAMPLE TABLE</w:t>
            </w:r>
            <w:r w:rsidR="0001491E">
              <w:rPr>
                <w:b/>
                <w:sz w:val="28"/>
                <w:szCs w:val="28"/>
                <w:lang w:val="en-AU"/>
              </w:rPr>
              <w:t>*</w:t>
            </w:r>
          </w:p>
          <w:p w:rsidR="004E77CF" w:rsidRPr="0081610F" w:rsidRDefault="004E77CF" w:rsidP="00E67649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 w:rsidR="00960F28">
              <w:rPr>
                <w:b/>
                <w:i/>
                <w:sz w:val="28"/>
                <w:szCs w:val="28"/>
                <w:lang w:val="en-AU"/>
              </w:rPr>
              <w:t>Work Health and Safety</w:t>
            </w:r>
            <w:r w:rsidR="00C108FF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4E77CF" w:rsidRPr="004E77CF" w:rsidTr="005926DD">
        <w:trPr>
          <w:trHeight w:val="512"/>
        </w:trPr>
        <w:tc>
          <w:tcPr>
            <w:tcW w:w="2552" w:type="dxa"/>
            <w:gridSpan w:val="2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outcome</w:t>
            </w:r>
          </w:p>
        </w:tc>
      </w:tr>
      <w:tr w:rsidR="004E77CF" w:rsidRPr="004E77CF" w:rsidTr="005926DD">
        <w:trPr>
          <w:trHeight w:val="547"/>
        </w:trPr>
        <w:tc>
          <w:tcPr>
            <w:tcW w:w="2552" w:type="dxa"/>
            <w:gridSpan w:val="2"/>
            <w:vMerge w:val="restart"/>
          </w:tcPr>
          <w:p w:rsidR="004E77CF" w:rsidRPr="00C53173" w:rsidRDefault="00E67649" w:rsidP="00E67649">
            <w:pPr>
              <w:jc w:val="left"/>
              <w:rPr>
                <w:b/>
                <w:i/>
                <w:color w:val="FF0000"/>
                <w:lang w:val="en-AU"/>
              </w:rPr>
            </w:pPr>
            <w:r w:rsidRPr="00C53173">
              <w:rPr>
                <w:b/>
                <w:i/>
                <w:lang w:val="en-AU"/>
              </w:rPr>
              <w:t>S</w:t>
            </w:r>
            <w:r w:rsidR="00A85C42" w:rsidRPr="00C53173">
              <w:rPr>
                <w:b/>
                <w:i/>
                <w:lang w:val="en-AU"/>
              </w:rPr>
              <w:t>upport</w:t>
            </w:r>
            <w:r w:rsidR="00960F28" w:rsidRPr="00C53173">
              <w:rPr>
                <w:b/>
                <w:i/>
                <w:lang w:val="en-AU"/>
              </w:rPr>
              <w:t xml:space="preserve"> high standards </w:t>
            </w:r>
            <w:r w:rsidR="00C108FF" w:rsidRPr="00C53173">
              <w:rPr>
                <w:b/>
                <w:i/>
                <w:lang w:val="en-AU"/>
              </w:rPr>
              <w:t xml:space="preserve"> </w:t>
            </w:r>
            <w:r w:rsidR="00960F28" w:rsidRPr="00C53173">
              <w:rPr>
                <w:b/>
                <w:i/>
                <w:lang w:val="en-AU"/>
              </w:rPr>
              <w:t>of WHS across the organisation</w:t>
            </w:r>
          </w:p>
        </w:tc>
        <w:tc>
          <w:tcPr>
            <w:tcW w:w="6237" w:type="dxa"/>
          </w:tcPr>
          <w:p w:rsidR="00A85C42" w:rsidRPr="00C53173" w:rsidRDefault="004E77C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Target outcome</w:t>
            </w:r>
            <w:r w:rsidR="00071FBF" w:rsidRPr="00C53173">
              <w:rPr>
                <w:i/>
                <w:lang w:val="en-AU"/>
              </w:rPr>
              <w:t>s</w:t>
            </w:r>
            <w:r w:rsidRPr="00C53173">
              <w:rPr>
                <w:i/>
                <w:lang w:val="en-AU"/>
              </w:rPr>
              <w:t xml:space="preserve"> </w:t>
            </w:r>
          </w:p>
          <w:p w:rsidR="004E77CF" w:rsidRPr="00C53173" w:rsidRDefault="00E67649" w:rsidP="00071FB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A85C42" w:rsidRPr="00C53173">
              <w:rPr>
                <w:i/>
                <w:lang w:val="en-AU"/>
              </w:rPr>
              <w:t xml:space="preserve">evelop, participate and comply with WHS policies and </w:t>
            </w:r>
            <w:r w:rsidR="00D20A6C" w:rsidRPr="00C53173">
              <w:rPr>
                <w:i/>
                <w:lang w:val="en-AU"/>
              </w:rPr>
              <w:t>practices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Identify areas for development</w:t>
            </w:r>
          </w:p>
        </w:tc>
      </w:tr>
      <w:tr w:rsidR="004E77CF" w:rsidRPr="004E77CF" w:rsidTr="005926DD">
        <w:trPr>
          <w:trHeight w:val="543"/>
        </w:trPr>
        <w:tc>
          <w:tcPr>
            <w:tcW w:w="2552" w:type="dxa"/>
            <w:gridSpan w:val="2"/>
            <w:vMerge/>
          </w:tcPr>
          <w:p w:rsidR="004E77CF" w:rsidRPr="00C53173" w:rsidRDefault="004E77CF" w:rsidP="004E77C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237" w:type="dxa"/>
          </w:tcPr>
          <w:p w:rsidR="004E77CF" w:rsidRPr="00C53173" w:rsidRDefault="00071FB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Actual outcomes</w:t>
            </w:r>
          </w:p>
          <w:p w:rsidR="00071FBF" w:rsidRPr="00C53173" w:rsidRDefault="00E67649" w:rsidP="00071FB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>evelop</w:t>
            </w:r>
            <w:r w:rsidR="00DB5E2B" w:rsidRPr="00C53173">
              <w:rPr>
                <w:i/>
                <w:lang w:val="en-AU"/>
              </w:rPr>
              <w:t>ed</w:t>
            </w:r>
            <w:r w:rsidR="00EE0814" w:rsidRPr="00C53173">
              <w:rPr>
                <w:i/>
                <w:lang w:val="en-AU"/>
              </w:rPr>
              <w:t xml:space="preserve"> and</w:t>
            </w:r>
            <w:r w:rsidR="00071FBF" w:rsidRPr="00C53173">
              <w:rPr>
                <w:i/>
                <w:lang w:val="en-AU"/>
              </w:rPr>
              <w:t xml:space="preserve"> participate</w:t>
            </w:r>
            <w:r w:rsidR="00DB5E2B"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 xml:space="preserve"> </w:t>
            </w:r>
            <w:r w:rsidR="00EE0814" w:rsidRPr="00C53173">
              <w:rPr>
                <w:i/>
                <w:lang w:val="en-AU"/>
              </w:rPr>
              <w:t xml:space="preserve">in the review on the new WHS policy 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Identified </w:t>
            </w:r>
            <w:r w:rsidR="00E67649" w:rsidRPr="00C53173">
              <w:rPr>
                <w:i/>
                <w:lang w:val="en-AU"/>
              </w:rPr>
              <w:t>and changed emergency procedures to comply with new legislation</w:t>
            </w:r>
          </w:p>
        </w:tc>
      </w:tr>
      <w:tr w:rsidR="005A0F67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5A0F67" w:rsidRPr="00C53173" w:rsidRDefault="005A0F67" w:rsidP="004E77CF">
            <w:pPr>
              <w:rPr>
                <w:b/>
                <w:lang w:val="en-AU"/>
              </w:rPr>
            </w:pPr>
            <w:r w:rsidRPr="00C53173">
              <w:rPr>
                <w:b/>
                <w:lang w:val="en-AU"/>
              </w:rPr>
              <w:t>Notes</w:t>
            </w:r>
          </w:p>
        </w:tc>
      </w:tr>
      <w:tr w:rsidR="005A0F67" w:rsidRPr="004E77CF" w:rsidTr="005926DD">
        <w:trPr>
          <w:trHeight w:val="61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Comments</w:t>
            </w:r>
          </w:p>
        </w:tc>
      </w:tr>
      <w:tr w:rsidR="00A32DD8" w:rsidTr="005926DD">
        <w:trPr>
          <w:trHeight w:val="503"/>
        </w:trPr>
        <w:tc>
          <w:tcPr>
            <w:tcW w:w="1418" w:type="dxa"/>
            <w:tcBorders>
              <w:top w:val="single" w:sz="4" w:space="0" w:color="auto"/>
            </w:tcBorders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Employee: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E93501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E.g. </w:t>
            </w:r>
            <w:r w:rsidR="00E93501">
              <w:rPr>
                <w:i/>
                <w:lang w:val="en-AU"/>
              </w:rPr>
              <w:t>4</w:t>
            </w:r>
          </w:p>
        </w:tc>
        <w:tc>
          <w:tcPr>
            <w:tcW w:w="6237" w:type="dxa"/>
          </w:tcPr>
          <w:p w:rsidR="00A32DD8" w:rsidRPr="00C53173" w:rsidRDefault="005046D9" w:rsidP="00C53173">
            <w:pPr>
              <w:jc w:val="left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[Employee provides comments relating to the function area and the performance assessment rating]</w:t>
            </w:r>
          </w:p>
        </w:tc>
      </w:tr>
      <w:tr w:rsidR="00A32DD8" w:rsidTr="005926DD">
        <w:trPr>
          <w:trHeight w:val="557"/>
        </w:trPr>
        <w:tc>
          <w:tcPr>
            <w:tcW w:w="1418" w:type="dxa"/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Supervisor: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5046D9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E.g</w:t>
            </w:r>
            <w:r w:rsidR="005926DD" w:rsidRPr="00C53173">
              <w:rPr>
                <w:i/>
                <w:lang w:val="en-AU"/>
              </w:rPr>
              <w:t>.</w:t>
            </w:r>
            <w:r w:rsidRPr="00C53173">
              <w:rPr>
                <w:i/>
                <w:lang w:val="en-AU"/>
              </w:rPr>
              <w:t xml:space="preserve"> 4</w:t>
            </w:r>
          </w:p>
        </w:tc>
        <w:tc>
          <w:tcPr>
            <w:tcW w:w="6237" w:type="dxa"/>
          </w:tcPr>
          <w:p w:rsidR="00A32DD8" w:rsidRPr="00C53173" w:rsidRDefault="005926DD" w:rsidP="00E9218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[Supervisor provides comments relating to the function area and the performance assessment rating. Supervisor also responds to employee’s comments and ratings, as required]</w:t>
            </w:r>
          </w:p>
        </w:tc>
      </w:tr>
      <w:tr w:rsidR="0001491E" w:rsidTr="00BD75AF">
        <w:trPr>
          <w:trHeight w:val="557"/>
        </w:trPr>
        <w:tc>
          <w:tcPr>
            <w:tcW w:w="8789" w:type="dxa"/>
            <w:gridSpan w:val="3"/>
          </w:tcPr>
          <w:p w:rsidR="0001491E" w:rsidRPr="00C53173" w:rsidRDefault="0001491E" w:rsidP="0001491E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*</w:t>
            </w:r>
            <w:r w:rsidRPr="0001491E">
              <w:rPr>
                <w:i/>
                <w:lang w:val="en-AU"/>
              </w:rPr>
              <w:t xml:space="preserve">Please delete </w:t>
            </w:r>
            <w:r>
              <w:rPr>
                <w:i/>
                <w:lang w:val="en-AU"/>
              </w:rPr>
              <w:t xml:space="preserve">table </w:t>
            </w:r>
            <w:r w:rsidRPr="0001491E">
              <w:rPr>
                <w:i/>
                <w:lang w:val="en-AU"/>
              </w:rPr>
              <w:t>before finalising this plan</w:t>
            </w:r>
          </w:p>
        </w:tc>
      </w:tr>
    </w:tbl>
    <w:p w:rsidR="00D20A6C" w:rsidRDefault="00D20A6C" w:rsidP="002031CF"/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01491E" w:rsidRDefault="006915D5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>Supervisors are encourage to complete performance indicators and target outcomes in consultation with staff members.</w:t>
      </w:r>
      <w:r w:rsidR="00E93501" w:rsidRPr="0001491E">
        <w:rPr>
          <w:i/>
          <w:sz w:val="20"/>
        </w:rPr>
        <w:t xml:space="preserve">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E93501" w:rsidRPr="0001491E" w:rsidRDefault="0001491E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>
        <w:rPr>
          <w:i/>
          <w:sz w:val="20"/>
        </w:rPr>
        <w:t>I</w:t>
      </w:r>
      <w:r w:rsidR="00E93501" w:rsidRPr="0001491E">
        <w:rPr>
          <w:i/>
          <w:sz w:val="20"/>
        </w:rPr>
        <w:t xml:space="preserve">t is important for supervisors to provide </w:t>
      </w:r>
      <w:r w:rsidR="004B5AEC" w:rsidRPr="004B5AEC">
        <w:rPr>
          <w:i/>
          <w:sz w:val="20"/>
        </w:rPr>
        <w:t>positive comments if they are performing well</w:t>
      </w:r>
      <w:r w:rsidR="00B956B9">
        <w:rPr>
          <w:i/>
          <w:sz w:val="20"/>
        </w:rPr>
        <w:t xml:space="preserve"> or </w:t>
      </w:r>
      <w:r w:rsidR="00E93501" w:rsidRPr="0001491E">
        <w:rPr>
          <w:i/>
          <w:sz w:val="20"/>
        </w:rPr>
        <w:t>constructive</w:t>
      </w:r>
      <w:r w:rsidR="0017710F" w:rsidRPr="0001491E">
        <w:rPr>
          <w:i/>
          <w:sz w:val="20"/>
        </w:rPr>
        <w:t xml:space="preserve"> comments if </w:t>
      </w:r>
      <w:r w:rsidR="00E93501" w:rsidRPr="0001491E">
        <w:rPr>
          <w:i/>
          <w:sz w:val="20"/>
        </w:rPr>
        <w:t xml:space="preserve">staff </w:t>
      </w:r>
      <w:r w:rsidR="0017710F" w:rsidRPr="0001491E">
        <w:rPr>
          <w:i/>
          <w:sz w:val="20"/>
        </w:rPr>
        <w:t>members are</w:t>
      </w:r>
      <w:r w:rsidR="00E93501" w:rsidRPr="0001491E">
        <w:rPr>
          <w:i/>
          <w:sz w:val="20"/>
        </w:rPr>
        <w:t xml:space="preserve"> </w:t>
      </w:r>
      <w:r w:rsidR="009324A6" w:rsidRPr="0001491E">
        <w:rPr>
          <w:i/>
          <w:sz w:val="20"/>
        </w:rPr>
        <w:t>not pe</w:t>
      </w:r>
      <w:r>
        <w:rPr>
          <w:i/>
          <w:sz w:val="20"/>
        </w:rPr>
        <w:t>rf</w:t>
      </w:r>
      <w:r w:rsidR="00B956B9">
        <w:rPr>
          <w:i/>
          <w:sz w:val="20"/>
        </w:rPr>
        <w:t>orming to the level expected.</w:t>
      </w:r>
    </w:p>
    <w:p w:rsidR="009324A6" w:rsidRDefault="009324A6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01491E" w:rsidRDefault="009324A6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Please complete a table for each function area according </w:t>
      </w:r>
      <w:r w:rsidR="00862935" w:rsidRPr="0001491E">
        <w:rPr>
          <w:i/>
          <w:sz w:val="20"/>
        </w:rPr>
        <w:t>to</w:t>
      </w:r>
      <w:r w:rsidRPr="0001491E">
        <w:rPr>
          <w:i/>
          <w:sz w:val="20"/>
        </w:rPr>
        <w:t xml:space="preserve"> </w:t>
      </w:r>
      <w:r w:rsidR="0001491E">
        <w:rPr>
          <w:i/>
          <w:sz w:val="20"/>
        </w:rPr>
        <w:t xml:space="preserve">the </w:t>
      </w:r>
      <w:r w:rsidRPr="0001491E">
        <w:rPr>
          <w:i/>
          <w:sz w:val="20"/>
        </w:rPr>
        <w:t>job description</w:t>
      </w:r>
      <w:r w:rsidR="00862935" w:rsidRPr="0001491E">
        <w:rPr>
          <w:i/>
          <w:sz w:val="20"/>
        </w:rPr>
        <w:t>, please note that e</w:t>
      </w:r>
      <w:r w:rsidR="00E93501" w:rsidRPr="0001491E">
        <w:rPr>
          <w:i/>
          <w:sz w:val="20"/>
        </w:rPr>
        <w:t xml:space="preserve">ach function area can have one or more performance indicators. </w:t>
      </w:r>
    </w:p>
    <w:p w:rsidR="00951C04" w:rsidRDefault="00951C04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Default="00951C04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To add more function areas copy and paste the table.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Pr="004B5AEC" w:rsidRDefault="004B5AEC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4B5AEC">
        <w:rPr>
          <w:i/>
          <w:sz w:val="20"/>
        </w:rPr>
        <w:t xml:space="preserve">Examples for function areas could include: 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Quality improvement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Work health and safety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Team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Practice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Service delivery</w:t>
      </w:r>
      <w:bookmarkStart w:id="0" w:name="_GoBack"/>
      <w:bookmarkEnd w:id="0"/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 w:rsidR="008A4250">
        <w:rPr>
          <w:i/>
          <w:sz w:val="20"/>
        </w:rPr>
        <w:t>te before finalising this plan</w:t>
      </w:r>
    </w:p>
    <w:p w:rsidR="00BA3C8E" w:rsidRDefault="00BA3C8E" w:rsidP="00BA3C8E">
      <w:pPr>
        <w:tabs>
          <w:tab w:val="left" w:pos="2086"/>
        </w:tabs>
        <w:rPr>
          <w:b/>
          <w:i/>
          <w:sz w:val="20"/>
        </w:rPr>
      </w:pPr>
    </w:p>
    <w:p w:rsidR="004B5AEC" w:rsidRPr="005A540C" w:rsidRDefault="004B5AEC" w:rsidP="00BA3C8E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D5377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4E77CF" w:rsidRDefault="00D5377F" w:rsidP="00E9218F">
            <w:pPr>
              <w:rPr>
                <w:lang w:val="en-AU"/>
              </w:rPr>
            </w:pPr>
          </w:p>
          <w:p w:rsidR="00D5377F" w:rsidRPr="0081610F" w:rsidRDefault="00D5377F" w:rsidP="00FB5A1D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</w:t>
            </w:r>
            <w:r w:rsidR="00FB5A1D">
              <w:rPr>
                <w:b/>
                <w:sz w:val="28"/>
                <w:szCs w:val="28"/>
                <w:lang w:val="en-AU"/>
              </w:rPr>
              <w:t>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D5377F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D5377F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071FBF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D5377F" w:rsidRPr="004E77CF" w:rsidRDefault="00D5377F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5A0F67" w:rsidRDefault="00D5377F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D5377F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D5377F" w:rsidTr="002425E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D5377F" w:rsidTr="002425EE">
        <w:trPr>
          <w:trHeight w:val="557"/>
        </w:trPr>
        <w:tc>
          <w:tcPr>
            <w:tcW w:w="1560" w:type="dxa"/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5377F" w:rsidRDefault="00D5377F" w:rsidP="002031CF"/>
    <w:p w:rsidR="00D5377F" w:rsidRDefault="00D5377F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951C04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951C04" w:rsidRPr="004E77CF" w:rsidRDefault="00951C04" w:rsidP="00E9218F">
            <w:pPr>
              <w:rPr>
                <w:lang w:val="en-AU"/>
              </w:rPr>
            </w:pPr>
          </w:p>
          <w:p w:rsidR="00951C04" w:rsidRPr="0081610F" w:rsidRDefault="00951C04" w:rsidP="00E9218F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951C04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951C04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951C04" w:rsidRPr="004E77CF" w:rsidRDefault="00951C04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951C04" w:rsidRPr="005A0F67" w:rsidRDefault="00951C04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951C04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951C04" w:rsidTr="00E9218F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951C04" w:rsidTr="00E9218F">
        <w:trPr>
          <w:trHeight w:val="557"/>
        </w:trPr>
        <w:tc>
          <w:tcPr>
            <w:tcW w:w="1560" w:type="dxa"/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462B0" w:rsidRDefault="00D462B0" w:rsidP="002031CF"/>
    <w:p w:rsidR="00951C04" w:rsidRDefault="00951C04" w:rsidP="002031CF"/>
    <w:p w:rsidR="00951C04" w:rsidRDefault="00951C04" w:rsidP="002031CF"/>
    <w:p w:rsidR="00D462B0" w:rsidRDefault="00D462B0" w:rsidP="002031CF"/>
    <w:p w:rsidR="00951C04" w:rsidRDefault="00951C04" w:rsidP="00951C04">
      <w:pPr>
        <w:pStyle w:val="Heading2"/>
      </w:pPr>
    </w:p>
    <w:p w:rsidR="00D462B0" w:rsidRDefault="00951C04" w:rsidP="00951C04">
      <w:pPr>
        <w:pStyle w:val="Heading2"/>
      </w:pPr>
      <w:r>
        <w:t xml:space="preserve">SECTION 2. PROFESSIONAL DEVELOPMENT </w:t>
      </w:r>
    </w:p>
    <w:p w:rsidR="007C5549" w:rsidRDefault="007C5549" w:rsidP="002031CF"/>
    <w:p w:rsidR="00D462B0" w:rsidRDefault="007C5549" w:rsidP="002031CF">
      <w:r w:rsidRPr="007C5549">
        <w:t>Insert functions areas and performance indicators as per position description</w:t>
      </w:r>
    </w:p>
    <w:p w:rsidR="00951C04" w:rsidRDefault="00951C04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"/>
        <w:gridCol w:w="1276"/>
        <w:gridCol w:w="1984"/>
        <w:gridCol w:w="3544"/>
      </w:tblGrid>
      <w:tr w:rsidR="00D71BC7" w:rsidRPr="004E77CF" w:rsidTr="009C4C4F">
        <w:trPr>
          <w:trHeight w:val="512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Activity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Format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71BC7" w:rsidRPr="00A4121C" w:rsidRDefault="00AF2C6C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Key learning outcomes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9C4C4F" w:rsidP="00E9218F">
            <w:pPr>
              <w:jc w:val="left"/>
              <w:rPr>
                <w:b/>
                <w:color w:val="FF0000"/>
                <w:lang w:val="en-AU"/>
              </w:rPr>
            </w:pPr>
            <w:r>
              <w:rPr>
                <w:b/>
                <w:lang w:val="en-AU"/>
              </w:rPr>
              <w:t>[insert activity</w:t>
            </w:r>
            <w:r w:rsidR="00D71BC7" w:rsidRPr="00A4121C">
              <w:rPr>
                <w:b/>
                <w:lang w:val="en-AU"/>
              </w:rPr>
              <w:t>]</w:t>
            </w:r>
          </w:p>
        </w:tc>
        <w:tc>
          <w:tcPr>
            <w:tcW w:w="1276" w:type="dxa"/>
          </w:tcPr>
          <w:p w:rsidR="00D71BC7" w:rsidRPr="002425EE" w:rsidRDefault="00D71BC7" w:rsidP="00AF2C6C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 w:rsidR="00AF2C6C">
              <w:rPr>
                <w:b/>
                <w:lang w:val="en-AU"/>
              </w:rPr>
              <w:t xml:space="preserve"> date]</w:t>
            </w:r>
          </w:p>
        </w:tc>
        <w:tc>
          <w:tcPr>
            <w:tcW w:w="1984" w:type="dxa"/>
          </w:tcPr>
          <w:p w:rsidR="00D71BC7" w:rsidRPr="004E77CF" w:rsidRDefault="00AF2C6C" w:rsidP="00AF2C6C">
            <w:pPr>
              <w:jc w:val="left"/>
              <w:rPr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>
              <w:rPr>
                <w:b/>
                <w:lang w:val="en-AU"/>
              </w:rPr>
              <w:t xml:space="preserve"> format e.g. forum, certificate]</w:t>
            </w:r>
          </w:p>
        </w:tc>
        <w:tc>
          <w:tcPr>
            <w:tcW w:w="3544" w:type="dxa"/>
          </w:tcPr>
          <w:p w:rsidR="00D71BC7" w:rsidRPr="00AF2C6C" w:rsidRDefault="00AF2C6C" w:rsidP="00E9218F">
            <w:pPr>
              <w:rPr>
                <w:b/>
                <w:i/>
                <w:lang w:val="en-AU"/>
              </w:rPr>
            </w:pPr>
            <w:r w:rsidRPr="00AF2C6C">
              <w:rPr>
                <w:b/>
                <w:i/>
                <w:lang w:val="en-AU"/>
              </w:rPr>
              <w:t>[insert activity learning outcomes]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D71BC7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D71BC7" w:rsidRPr="005A0F67" w:rsidTr="00AB7AF9">
        <w:trPr>
          <w:trHeight w:val="404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D71BC7" w:rsidRDefault="00302BAE" w:rsidP="00E9218F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Comments</w:t>
            </w:r>
          </w:p>
          <w:p w:rsidR="0010149D" w:rsidRPr="0010149D" w:rsidRDefault="0010149D" w:rsidP="00E9218F">
            <w:pPr>
              <w:rPr>
                <w:i/>
                <w:lang w:val="en-AU"/>
              </w:rPr>
            </w:pPr>
            <w:r w:rsidRPr="0010149D">
              <w:rPr>
                <w:i/>
                <w:lang w:val="en-AU"/>
              </w:rPr>
              <w:t>Comment on professional development learning outcomes achieved</w:t>
            </w:r>
          </w:p>
        </w:tc>
      </w:tr>
      <w:tr w:rsidR="00302BAE" w:rsidRPr="00960F28" w:rsidTr="00302BA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Pr="00960F28" w:rsidRDefault="00302BAE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302BAE" w:rsidRPr="00960F28" w:rsidTr="00302BAE">
        <w:trPr>
          <w:trHeight w:val="557"/>
        </w:trPr>
        <w:tc>
          <w:tcPr>
            <w:tcW w:w="1560" w:type="dxa"/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Default="00A6232C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71BC7" w:rsidRDefault="00D71BC7" w:rsidP="002031CF"/>
    <w:p w:rsidR="00951C04" w:rsidRDefault="00951C04" w:rsidP="002031CF"/>
    <w:p w:rsidR="00AE1FCD" w:rsidRDefault="00AE1FCD" w:rsidP="00AE1FCD">
      <w:pPr>
        <w:pStyle w:val="Heading2"/>
      </w:pPr>
    </w:p>
    <w:p w:rsidR="00951C04" w:rsidRDefault="00951C04" w:rsidP="00AE1FCD">
      <w:pPr>
        <w:pStyle w:val="Heading2"/>
      </w:pPr>
      <w:r>
        <w:t>SECTION 3.</w:t>
      </w:r>
      <w:r w:rsidR="00AE1FCD">
        <w:t xml:space="preserve"> </w:t>
      </w:r>
      <w:r w:rsidR="00AE1FCD" w:rsidRPr="00AE1FCD">
        <w:t>M</w:t>
      </w:r>
      <w:r w:rsidR="00AE1FCD">
        <w:t>AJOR ACHIEVEMENT AND CONTRIBUTION TO THE ORGANISATION</w:t>
      </w:r>
    </w:p>
    <w:p w:rsidR="00D462B0" w:rsidRDefault="00D462B0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B7AF9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B7AF9" w:rsidRPr="00AB7AF9" w:rsidRDefault="00AB7AF9" w:rsidP="00E9218F">
            <w:pPr>
              <w:rPr>
                <w:i/>
                <w:lang w:val="en-AU"/>
              </w:rPr>
            </w:pPr>
            <w:r w:rsidRPr="00AB7AF9">
              <w:rPr>
                <w:i/>
                <w:lang w:val="en-AU"/>
              </w:rPr>
              <w:t xml:space="preserve">Detail significant achievements by the employee and any contribution made </w:t>
            </w:r>
            <w:r w:rsidRPr="00AB7AF9">
              <w:rPr>
                <w:i/>
                <w:u w:val="single"/>
                <w:lang w:val="en-AU"/>
              </w:rPr>
              <w:t>beyond</w:t>
            </w:r>
            <w:r w:rsidRPr="00AB7AF9">
              <w:rPr>
                <w:i/>
                <w:lang w:val="en-AU"/>
              </w:rPr>
              <w:t xml:space="preserve"> the position description.</w:t>
            </w:r>
          </w:p>
        </w:tc>
      </w:tr>
      <w:tr w:rsidR="00AB7AF9" w:rsidRPr="00960F28" w:rsidTr="00AB7AF9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Pr="00960F28" w:rsidRDefault="00AB7AF9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B7AF9" w:rsidRPr="00960F28" w:rsidTr="00AB7AF9">
        <w:trPr>
          <w:trHeight w:val="1384"/>
        </w:trPr>
        <w:tc>
          <w:tcPr>
            <w:tcW w:w="1560" w:type="dxa"/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B7AF9" w:rsidRDefault="00AB7AF9" w:rsidP="002031CF"/>
    <w:p w:rsidR="00501EDF" w:rsidRDefault="00501EDF" w:rsidP="002031CF"/>
    <w:p w:rsidR="00501EDF" w:rsidRDefault="00501EDF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4. PERFORMANCE CONCERNS AND STARTEGIES FOR IMPROVEMENT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FE1B2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FE1B20" w:rsidRPr="00AB7AF9" w:rsidRDefault="00FE1B20" w:rsidP="00FE1B20">
            <w:pPr>
              <w:rPr>
                <w:i/>
                <w:lang w:val="en-AU"/>
              </w:rPr>
            </w:pPr>
            <w:r w:rsidRPr="00FE1B20">
              <w:rPr>
                <w:i/>
                <w:lang w:val="en-AU"/>
              </w:rPr>
              <w:t>What, if any, are the performance concerns from the supervisor, organisation or employee regarding individual performance? What strategies can be implemented to support change?</w:t>
            </w:r>
          </w:p>
        </w:tc>
      </w:tr>
      <w:tr w:rsidR="00FE1B2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Pr="00960F28" w:rsidRDefault="00FE1B2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FE1B20" w:rsidRDefault="00FE1B20" w:rsidP="002031CF"/>
    <w:p w:rsidR="00FE1B20" w:rsidRDefault="00FE1B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5. ADDITIONAL SUPPORT OR ORGANISATIONAL CHANGE FOR THE EMPLOYEE TO UNDERTAKE DUTIES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A00F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A00F0" w:rsidRPr="00AB7AF9" w:rsidRDefault="006E6937" w:rsidP="006E6937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employee require additional support to undertake the duties of the position? Are there any o</w:t>
            </w:r>
            <w:r>
              <w:rPr>
                <w:i/>
                <w:lang w:val="en-AU"/>
              </w:rPr>
              <w:t>rganisational changes proposed?</w:t>
            </w:r>
          </w:p>
        </w:tc>
      </w:tr>
      <w:tr w:rsidR="00AA00F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Pr="00960F28" w:rsidRDefault="00AA00F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A00F0" w:rsidRDefault="00AA00F0" w:rsidP="002031CF"/>
    <w:p w:rsidR="00AA00F0" w:rsidRDefault="00AA00F0" w:rsidP="002031CF"/>
    <w:p w:rsidR="00AA00F0" w:rsidRDefault="00AA00F0" w:rsidP="002031CF"/>
    <w:p w:rsidR="00AA00F0" w:rsidRDefault="00AA00F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6. REVIEW OF POSITION DESCRIPTION</w:t>
      </w:r>
    </w:p>
    <w:p w:rsidR="00EE4159" w:rsidRDefault="00EE415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EE4159" w:rsidRPr="00AB7AF9" w:rsidRDefault="00EE4159" w:rsidP="00EE4159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</w:t>
            </w:r>
            <w:r w:rsidRPr="00EE4159">
              <w:rPr>
                <w:i/>
                <w:lang w:val="en-AU"/>
              </w:rPr>
              <w:t xml:space="preserve">current position description match the duties asked of the employee? Are there additional or not relevant functions and performance indicators? </w:t>
            </w:r>
          </w:p>
        </w:tc>
      </w:tr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873620" w:rsidRDefault="008736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7. REVIEW OF REMUNERATION PACKAGE AND/OR FLEXIBLE WORK PRACTICES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EE4159" w:rsidRDefault="00EE4159" w:rsidP="002031CF"/>
    <w:p w:rsidR="00EE4159" w:rsidRDefault="00EE4159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8. ADDITIONAL COMMENTS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0203F1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0203F1" w:rsidRPr="00AB7AF9" w:rsidRDefault="000203F1" w:rsidP="000203F1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 xml:space="preserve">For example, are there additional skills not being utilised, job satisfaction rating. </w:t>
            </w:r>
          </w:p>
        </w:tc>
      </w:tr>
      <w:tr w:rsidR="000203F1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Pr="00960F28" w:rsidRDefault="000203F1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0203F1" w:rsidRDefault="000203F1" w:rsidP="002031CF"/>
    <w:p w:rsidR="000203F1" w:rsidRDefault="000203F1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9</w:t>
      </w:r>
      <w:r w:rsidR="000203F1">
        <w:t>. FOLLOW UP</w:t>
      </w:r>
      <w:r w:rsidR="008848E3">
        <w:t xml:space="preserve"> </w:t>
      </w:r>
      <w:r w:rsidR="00721F70">
        <w:t>AND CLOSING</w:t>
      </w:r>
    </w:p>
    <w:p w:rsidR="00AE1FCD" w:rsidRDefault="00AE1FCD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812"/>
      </w:tblGrid>
      <w:tr w:rsidR="00A81D94" w:rsidRPr="005A0F67" w:rsidTr="00A81D94">
        <w:trPr>
          <w:trHeight w:val="459"/>
        </w:trPr>
        <w:tc>
          <w:tcPr>
            <w:tcW w:w="2977" w:type="dxa"/>
            <w:shd w:val="clear" w:color="auto" w:fill="D9D9D9" w:themeFill="background1" w:themeFillShade="D9"/>
          </w:tcPr>
          <w:p w:rsidR="00A81D94" w:rsidRPr="00721F70" w:rsidRDefault="00A81D94" w:rsidP="008C2BA7">
            <w:pPr>
              <w:rPr>
                <w:b/>
                <w:lang w:val="en-AU"/>
              </w:rPr>
            </w:pPr>
            <w:r w:rsidRPr="00721F70">
              <w:rPr>
                <w:b/>
                <w:lang w:val="en-AU"/>
              </w:rPr>
              <w:t>Next review scheduled for:</w:t>
            </w:r>
          </w:p>
        </w:tc>
        <w:tc>
          <w:tcPr>
            <w:tcW w:w="5812" w:type="dxa"/>
            <w:shd w:val="clear" w:color="auto" w:fill="auto"/>
          </w:tcPr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3 months 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6 months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12 months</w:t>
            </w:r>
          </w:p>
          <w:p w:rsidR="00A81D94" w:rsidRPr="00721F70" w:rsidRDefault="00A81D94" w:rsidP="00A81D94">
            <w:pPr>
              <w:rPr>
                <w:b/>
                <w:lang w:val="en-AU"/>
              </w:rPr>
            </w:pPr>
          </w:p>
        </w:tc>
      </w:tr>
    </w:tbl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A81D94" w:rsidP="00B45628">
            <w:pPr>
              <w:rPr>
                <w:b/>
              </w:rPr>
            </w:pPr>
            <w:r>
              <w:rPr>
                <w:b/>
              </w:rPr>
              <w:t xml:space="preserve">Employee 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E126E" w:rsidP="00CE795B">
    <w:pPr>
      <w:pStyle w:val="Footer"/>
    </w:pPr>
    <w:r>
      <w:t xml:space="preserve">Performance and development plan and review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956B9">
          <w:rPr>
            <w:noProof/>
          </w:rPr>
          <w:t>7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956B9">
            <w:rPr>
              <w:noProof/>
            </w:rPr>
            <w:t>7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23ST2XJ3F2FU-1797567310-95042</_dlc_DocId>
    <_dlc_DocIdUrl xmlns="14c5a56e-ced3-43ad-8a76-68a367d68378">
      <Url>https://nadaau.sharepoint.com/_layouts/15/DocIdRedir.aspx?ID=23ST2XJ3F2FU-1797567310-95042</Url>
      <Description>23ST2XJ3F2FU-1797567310-95042</Description>
    </_dlc_DocIdUrl>
  </documentManagement>
</p:properties>
</file>

<file path=customXml/itemProps1.xml><?xml version="1.0" encoding="utf-8"?>
<ds:datastoreItem xmlns:ds="http://schemas.openxmlformats.org/officeDocument/2006/customXml" ds:itemID="{0ADB92D7-EC7C-4823-92B8-46E08E377D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2ADFAE-3FAC-4650-ADBD-97FE9BD240AE}"/>
</file>

<file path=customXml/itemProps3.xml><?xml version="1.0" encoding="utf-8"?>
<ds:datastoreItem xmlns:ds="http://schemas.openxmlformats.org/officeDocument/2006/customXml" ds:itemID="{44355FC1-185B-4811-8A7F-FAC8B76688FD}"/>
</file>

<file path=customXml/itemProps4.xml><?xml version="1.0" encoding="utf-8"?>
<ds:datastoreItem xmlns:ds="http://schemas.openxmlformats.org/officeDocument/2006/customXml" ds:itemID="{57955541-EED2-4C76-A9F4-52E50211BB3C}"/>
</file>

<file path=customXml/itemProps5.xml><?xml version="1.0" encoding="utf-8"?>
<ds:datastoreItem xmlns:ds="http://schemas.openxmlformats.org/officeDocument/2006/customXml" ds:itemID="{FCB27DA0-03FF-47E8-997A-E1AC3C15844C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235</TotalTime>
  <Pages>7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44</cp:revision>
  <dcterms:created xsi:type="dcterms:W3CDTF">2013-12-12T04:19:00Z</dcterms:created>
  <dcterms:modified xsi:type="dcterms:W3CDTF">2013-12-19T23:00:00Z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6f701911-c513-496c-addd-c4eaed3f11cb</vt:lpwstr>
  </property>
</Properties>
</file>